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04"/>
        <w:tblW w:w="10422" w:type="dxa"/>
        <w:tblLayout w:type="fixed"/>
        <w:tblLook w:val="01E0" w:firstRow="1" w:lastRow="1" w:firstColumn="1" w:lastColumn="1" w:noHBand="0" w:noVBand="0"/>
      </w:tblPr>
      <w:tblGrid>
        <w:gridCol w:w="114"/>
        <w:gridCol w:w="4698"/>
        <w:gridCol w:w="415"/>
        <w:gridCol w:w="187"/>
        <w:gridCol w:w="264"/>
        <w:gridCol w:w="4663"/>
        <w:gridCol w:w="81"/>
      </w:tblGrid>
      <w:tr w:rsidR="00E77B7F" w:rsidRPr="005557BB" w14:paraId="739FDCF7" w14:textId="77777777" w:rsidTr="0062619C">
        <w:trPr>
          <w:trHeight w:val="264"/>
        </w:trPr>
        <w:tc>
          <w:tcPr>
            <w:tcW w:w="4812" w:type="dxa"/>
            <w:gridSpan w:val="2"/>
            <w:vAlign w:val="center"/>
          </w:tcPr>
          <w:p w14:paraId="703DA988" w14:textId="77777777" w:rsidR="00E77B7F" w:rsidRPr="005557BB" w:rsidRDefault="00E77B7F" w:rsidP="0062619C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 xml:space="preserve">МИНИСТЕРСТВО </w:t>
            </w:r>
          </w:p>
          <w:p w14:paraId="089DBCB9" w14:textId="77777777" w:rsidR="00E77B7F" w:rsidRPr="005557BB" w:rsidRDefault="00E77B7F" w:rsidP="0062619C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 xml:space="preserve">ПО ДЕЛАМ МОЛОДЕЖИ </w:t>
            </w:r>
          </w:p>
          <w:p w14:paraId="265DB17E" w14:textId="77777777" w:rsidR="00E77B7F" w:rsidRPr="005557BB" w:rsidRDefault="00E77B7F" w:rsidP="0062619C">
            <w:pPr>
              <w:spacing w:line="300" w:lineRule="exact"/>
              <w:ind w:right="351"/>
              <w:jc w:val="center"/>
              <w:rPr>
                <w:b/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866" w:type="dxa"/>
            <w:gridSpan w:val="3"/>
            <w:vAlign w:val="center"/>
          </w:tcPr>
          <w:p w14:paraId="736EEFA9" w14:textId="77777777" w:rsidR="00E77B7F" w:rsidRPr="005557BB" w:rsidRDefault="00E77B7F" w:rsidP="0062619C">
            <w:pPr>
              <w:ind w:right="-108"/>
              <w:jc w:val="center"/>
              <w:rPr>
                <w:sz w:val="28"/>
                <w:szCs w:val="28"/>
              </w:rPr>
            </w:pPr>
            <w:r w:rsidRPr="005557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9AFABC8" wp14:editId="135E19CF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0" t="0" r="254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4" w:type="dxa"/>
            <w:gridSpan w:val="2"/>
            <w:vAlign w:val="center"/>
          </w:tcPr>
          <w:p w14:paraId="01ED0BC7" w14:textId="77777777" w:rsidR="00E77B7F" w:rsidRPr="005557BB" w:rsidRDefault="00E77B7F" w:rsidP="0062619C">
            <w:pPr>
              <w:spacing w:line="300" w:lineRule="exact"/>
              <w:ind w:right="-174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 xml:space="preserve">      ТАТАРСТАН РЕСПУБЛИКАСЫ </w:t>
            </w:r>
          </w:p>
          <w:p w14:paraId="7DE97BA0" w14:textId="77777777" w:rsidR="00E77B7F" w:rsidRPr="005557BB" w:rsidRDefault="00E77B7F" w:rsidP="0062619C">
            <w:pPr>
              <w:spacing w:line="300" w:lineRule="exact"/>
              <w:ind w:right="-174"/>
              <w:jc w:val="center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ЯШЬЛ</w:t>
            </w:r>
            <w:r w:rsidRPr="005557BB">
              <w:rPr>
                <w:sz w:val="28"/>
                <w:szCs w:val="28"/>
                <w:lang w:val="tt-RU"/>
              </w:rPr>
              <w:t>Ә</w:t>
            </w:r>
            <w:r w:rsidRPr="005557BB">
              <w:rPr>
                <w:sz w:val="28"/>
                <w:szCs w:val="28"/>
              </w:rPr>
              <w:t>Р ЭШЛ</w:t>
            </w:r>
            <w:r w:rsidRPr="005557BB">
              <w:rPr>
                <w:sz w:val="28"/>
                <w:szCs w:val="28"/>
                <w:lang w:val="tt-RU"/>
              </w:rPr>
              <w:t>Ә</w:t>
            </w:r>
            <w:r w:rsidRPr="005557BB">
              <w:rPr>
                <w:sz w:val="28"/>
                <w:szCs w:val="28"/>
              </w:rPr>
              <w:t xml:space="preserve">РЕ </w:t>
            </w:r>
          </w:p>
          <w:p w14:paraId="01389B06" w14:textId="77777777" w:rsidR="00E77B7F" w:rsidRPr="005557BB" w:rsidRDefault="00E77B7F" w:rsidP="0062619C">
            <w:pPr>
              <w:spacing w:line="300" w:lineRule="exact"/>
              <w:ind w:right="-174"/>
              <w:jc w:val="center"/>
              <w:rPr>
                <w:b/>
                <w:spacing w:val="-6"/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МИНИСТРЛЫГЫ</w:t>
            </w:r>
          </w:p>
        </w:tc>
      </w:tr>
      <w:tr w:rsidR="00E77B7F" w:rsidRPr="005557BB" w14:paraId="51D54D74" w14:textId="77777777" w:rsidTr="0062619C">
        <w:trPr>
          <w:trHeight w:val="26"/>
        </w:trPr>
        <w:tc>
          <w:tcPr>
            <w:tcW w:w="4812" w:type="dxa"/>
            <w:gridSpan w:val="2"/>
          </w:tcPr>
          <w:p w14:paraId="56ECDAE1" w14:textId="77777777" w:rsidR="00E77B7F" w:rsidRPr="005557BB" w:rsidRDefault="00E77B7F" w:rsidP="0062619C">
            <w:pPr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66" w:type="dxa"/>
            <w:gridSpan w:val="3"/>
          </w:tcPr>
          <w:p w14:paraId="5795C560" w14:textId="77777777" w:rsidR="00E77B7F" w:rsidRPr="005557BB" w:rsidRDefault="00E77B7F" w:rsidP="0062619C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744" w:type="dxa"/>
            <w:gridSpan w:val="2"/>
          </w:tcPr>
          <w:p w14:paraId="27C1D356" w14:textId="77777777" w:rsidR="00E77B7F" w:rsidRPr="005557BB" w:rsidRDefault="00E77B7F" w:rsidP="0062619C">
            <w:pPr>
              <w:ind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E77B7F" w:rsidRPr="005557BB" w14:paraId="16B57FEE" w14:textId="77777777" w:rsidTr="0062619C">
        <w:trPr>
          <w:trHeight w:val="127"/>
        </w:trPr>
        <w:tc>
          <w:tcPr>
            <w:tcW w:w="4812" w:type="dxa"/>
            <w:gridSpan w:val="2"/>
            <w:vAlign w:val="center"/>
          </w:tcPr>
          <w:p w14:paraId="7F09325B" w14:textId="77777777" w:rsidR="00E77B7F" w:rsidRPr="005557BB" w:rsidRDefault="00E77B7F" w:rsidP="0062619C">
            <w:pPr>
              <w:spacing w:line="220" w:lineRule="exact"/>
              <w:ind w:right="492"/>
              <w:jc w:val="center"/>
              <w:rPr>
                <w:spacing w:val="-6"/>
                <w:sz w:val="20"/>
                <w:szCs w:val="20"/>
              </w:rPr>
            </w:pPr>
            <w:r w:rsidRPr="005557BB">
              <w:rPr>
                <w:spacing w:val="-6"/>
                <w:sz w:val="20"/>
                <w:szCs w:val="20"/>
              </w:rPr>
              <w:t xml:space="preserve">ул.Сафьян, д.5, </w:t>
            </w:r>
          </w:p>
          <w:p w14:paraId="1EDDB762" w14:textId="77777777" w:rsidR="00E77B7F" w:rsidRPr="005557BB" w:rsidRDefault="00E77B7F" w:rsidP="0062619C">
            <w:pPr>
              <w:spacing w:line="220" w:lineRule="exact"/>
              <w:ind w:right="492"/>
              <w:jc w:val="center"/>
              <w:rPr>
                <w:noProof/>
              </w:rPr>
            </w:pPr>
            <w:r w:rsidRPr="005557BB">
              <w:rPr>
                <w:spacing w:val="-6"/>
                <w:sz w:val="20"/>
                <w:szCs w:val="20"/>
                <w:lang w:val="tt-RU"/>
              </w:rPr>
              <w:t>г</w:t>
            </w:r>
            <w:r w:rsidRPr="005557BB">
              <w:rPr>
                <w:spacing w:val="-6"/>
                <w:sz w:val="20"/>
                <w:szCs w:val="20"/>
              </w:rPr>
              <w:t xml:space="preserve">. </w:t>
            </w:r>
            <w:r w:rsidRPr="005557BB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5557BB">
              <w:rPr>
                <w:spacing w:val="-6"/>
                <w:sz w:val="20"/>
                <w:szCs w:val="20"/>
              </w:rPr>
              <w:t>ь, 420021</w:t>
            </w:r>
          </w:p>
        </w:tc>
        <w:tc>
          <w:tcPr>
            <w:tcW w:w="866" w:type="dxa"/>
            <w:gridSpan w:val="3"/>
            <w:vAlign w:val="center"/>
          </w:tcPr>
          <w:p w14:paraId="3AD0FADA" w14:textId="77777777" w:rsidR="00E77B7F" w:rsidRPr="005557BB" w:rsidRDefault="00E77B7F" w:rsidP="0062619C">
            <w:pPr>
              <w:spacing w:line="220" w:lineRule="exact"/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744" w:type="dxa"/>
            <w:gridSpan w:val="2"/>
            <w:vAlign w:val="center"/>
          </w:tcPr>
          <w:p w14:paraId="7E344546" w14:textId="77777777" w:rsidR="00E77B7F" w:rsidRPr="005557BB" w:rsidRDefault="00E77B7F" w:rsidP="0062619C">
            <w:pPr>
              <w:spacing w:line="220" w:lineRule="exact"/>
              <w:ind w:right="-32"/>
              <w:jc w:val="center"/>
              <w:rPr>
                <w:spacing w:val="-6"/>
                <w:sz w:val="20"/>
                <w:szCs w:val="20"/>
              </w:rPr>
            </w:pPr>
            <w:r w:rsidRPr="005557BB">
              <w:rPr>
                <w:spacing w:val="-6"/>
                <w:sz w:val="20"/>
                <w:szCs w:val="20"/>
                <w:lang w:val="tt-RU"/>
              </w:rPr>
              <w:t>Сафьян урамы</w:t>
            </w:r>
            <w:r w:rsidRPr="005557BB">
              <w:rPr>
                <w:spacing w:val="-6"/>
                <w:sz w:val="20"/>
                <w:szCs w:val="20"/>
              </w:rPr>
              <w:t xml:space="preserve">, 5 </w:t>
            </w:r>
            <w:proofErr w:type="spellStart"/>
            <w:r w:rsidRPr="005557BB">
              <w:rPr>
                <w:spacing w:val="-6"/>
                <w:sz w:val="20"/>
                <w:szCs w:val="20"/>
              </w:rPr>
              <w:t>нче</w:t>
            </w:r>
            <w:proofErr w:type="spellEnd"/>
            <w:r w:rsidRPr="005557BB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5557BB">
              <w:rPr>
                <w:spacing w:val="-6"/>
                <w:sz w:val="20"/>
                <w:szCs w:val="20"/>
              </w:rPr>
              <w:t>йорт</w:t>
            </w:r>
            <w:proofErr w:type="spellEnd"/>
            <w:r w:rsidRPr="005557BB">
              <w:rPr>
                <w:spacing w:val="-6"/>
                <w:sz w:val="20"/>
                <w:szCs w:val="20"/>
              </w:rPr>
              <w:t xml:space="preserve">, </w:t>
            </w:r>
          </w:p>
          <w:p w14:paraId="36528498" w14:textId="77777777" w:rsidR="00E77B7F" w:rsidRPr="005557BB" w:rsidRDefault="00E77B7F" w:rsidP="0062619C">
            <w:pPr>
              <w:spacing w:line="220" w:lineRule="exact"/>
              <w:ind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5557BB">
              <w:rPr>
                <w:spacing w:val="-6"/>
                <w:sz w:val="20"/>
                <w:szCs w:val="20"/>
                <w:lang w:val="tt-RU"/>
              </w:rPr>
              <w:t>Казан шәһәре</w:t>
            </w:r>
            <w:r w:rsidRPr="005557BB">
              <w:rPr>
                <w:spacing w:val="-6"/>
                <w:sz w:val="20"/>
                <w:szCs w:val="20"/>
              </w:rPr>
              <w:t>, 420021</w:t>
            </w:r>
          </w:p>
        </w:tc>
      </w:tr>
      <w:tr w:rsidR="00E77B7F" w:rsidRPr="005557BB" w14:paraId="117983B7" w14:textId="77777777" w:rsidTr="0062619C">
        <w:trPr>
          <w:trHeight w:val="126"/>
        </w:trPr>
        <w:tc>
          <w:tcPr>
            <w:tcW w:w="5227" w:type="dxa"/>
            <w:gridSpan w:val="3"/>
          </w:tcPr>
          <w:p w14:paraId="4BF99697" w14:textId="77777777" w:rsidR="00E77B7F" w:rsidRPr="005557BB" w:rsidRDefault="00E77B7F" w:rsidP="0062619C">
            <w:pPr>
              <w:spacing w:line="220" w:lineRule="exact"/>
              <w:ind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5195" w:type="dxa"/>
            <w:gridSpan w:val="4"/>
          </w:tcPr>
          <w:p w14:paraId="4113037C" w14:textId="77777777" w:rsidR="00E77B7F" w:rsidRPr="005557BB" w:rsidRDefault="00E77B7F" w:rsidP="0062619C">
            <w:pPr>
              <w:spacing w:line="220" w:lineRule="exact"/>
              <w:ind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E77B7F" w:rsidRPr="005557BB" w14:paraId="1B7A4447" w14:textId="77777777" w:rsidTr="0062619C">
        <w:trPr>
          <w:gridBefore w:val="1"/>
          <w:gridAfter w:val="1"/>
          <w:wBefore w:w="114" w:type="dxa"/>
          <w:wAfter w:w="81" w:type="dxa"/>
          <w:trHeight w:val="65"/>
        </w:trPr>
        <w:tc>
          <w:tcPr>
            <w:tcW w:w="10227" w:type="dxa"/>
            <w:gridSpan w:val="5"/>
          </w:tcPr>
          <w:p w14:paraId="7DBECAE2" w14:textId="77777777" w:rsidR="00E77B7F" w:rsidRPr="005557BB" w:rsidRDefault="00E77B7F" w:rsidP="0062619C">
            <w:pPr>
              <w:spacing w:line="220" w:lineRule="exact"/>
              <w:ind w:right="187"/>
              <w:jc w:val="center"/>
              <w:rPr>
                <w:sz w:val="20"/>
                <w:szCs w:val="20"/>
              </w:rPr>
            </w:pPr>
            <w:r w:rsidRPr="005557BB">
              <w:rPr>
                <w:sz w:val="20"/>
                <w:szCs w:val="20"/>
              </w:rPr>
              <w:t>Тел.: (843) 222-91-50, факс: (843) 222-91-51.</w:t>
            </w:r>
            <w:r w:rsidRPr="005557BB">
              <w:rPr>
                <w:sz w:val="20"/>
                <w:szCs w:val="20"/>
                <w:lang w:val="en-US"/>
              </w:rPr>
              <w:t>E</w:t>
            </w:r>
            <w:r w:rsidRPr="005557BB">
              <w:rPr>
                <w:sz w:val="20"/>
                <w:szCs w:val="20"/>
              </w:rPr>
              <w:t>-</w:t>
            </w:r>
            <w:r w:rsidRPr="005557BB">
              <w:rPr>
                <w:sz w:val="20"/>
                <w:szCs w:val="20"/>
                <w:lang w:val="en-US"/>
              </w:rPr>
              <w:t>mail</w:t>
            </w:r>
            <w:r w:rsidRPr="005557BB">
              <w:rPr>
                <w:sz w:val="20"/>
                <w:szCs w:val="20"/>
              </w:rPr>
              <w:t xml:space="preserve">: 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mdmrt</w:t>
            </w:r>
            <w:proofErr w:type="spellEnd"/>
            <w:r w:rsidRPr="005557BB">
              <w:rPr>
                <w:sz w:val="20"/>
                <w:szCs w:val="20"/>
              </w:rPr>
              <w:t>@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5557BB">
              <w:rPr>
                <w:sz w:val="20"/>
                <w:szCs w:val="20"/>
              </w:rPr>
              <w:t>.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5557BB">
              <w:rPr>
                <w:sz w:val="20"/>
                <w:szCs w:val="20"/>
              </w:rPr>
              <w:t xml:space="preserve">, </w:t>
            </w:r>
            <w:r w:rsidRPr="005557BB">
              <w:rPr>
                <w:sz w:val="20"/>
                <w:szCs w:val="20"/>
                <w:lang w:val="en-US"/>
              </w:rPr>
              <w:t>http</w:t>
            </w:r>
            <w:r w:rsidRPr="005557BB">
              <w:rPr>
                <w:sz w:val="20"/>
                <w:szCs w:val="20"/>
              </w:rPr>
              <w:t>://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minmol</w:t>
            </w:r>
            <w:proofErr w:type="spellEnd"/>
            <w:r w:rsidRPr="005557BB">
              <w:rPr>
                <w:sz w:val="20"/>
                <w:szCs w:val="20"/>
              </w:rPr>
              <w:t>.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tatarstan</w:t>
            </w:r>
            <w:proofErr w:type="spellEnd"/>
            <w:r w:rsidRPr="005557BB">
              <w:rPr>
                <w:sz w:val="20"/>
                <w:szCs w:val="20"/>
              </w:rPr>
              <w:t>.</w:t>
            </w:r>
            <w:proofErr w:type="spellStart"/>
            <w:r w:rsidRPr="005557BB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E77B7F" w:rsidRPr="005557BB" w14:paraId="38E407DF" w14:textId="77777777" w:rsidTr="0062619C">
        <w:trPr>
          <w:gridBefore w:val="1"/>
          <w:gridAfter w:val="1"/>
          <w:wBefore w:w="114" w:type="dxa"/>
          <w:wAfter w:w="81" w:type="dxa"/>
          <w:trHeight w:val="52"/>
        </w:trPr>
        <w:tc>
          <w:tcPr>
            <w:tcW w:w="5300" w:type="dxa"/>
            <w:gridSpan w:val="3"/>
            <w:tcBorders>
              <w:top w:val="single" w:sz="12" w:space="0" w:color="auto"/>
            </w:tcBorders>
          </w:tcPr>
          <w:p w14:paraId="3C9A1B27" w14:textId="77777777" w:rsidR="00E77B7F" w:rsidRPr="005557BB" w:rsidRDefault="00E77B7F" w:rsidP="0062619C">
            <w:pPr>
              <w:ind w:firstLine="210"/>
              <w:jc w:val="center"/>
              <w:rPr>
                <w:sz w:val="16"/>
              </w:rPr>
            </w:pPr>
          </w:p>
        </w:tc>
        <w:tc>
          <w:tcPr>
            <w:tcW w:w="4927" w:type="dxa"/>
            <w:gridSpan w:val="2"/>
            <w:tcBorders>
              <w:top w:val="single" w:sz="12" w:space="0" w:color="auto"/>
            </w:tcBorders>
          </w:tcPr>
          <w:p w14:paraId="7F108C51" w14:textId="77777777" w:rsidR="00E77B7F" w:rsidRPr="005557BB" w:rsidRDefault="00E77B7F" w:rsidP="0062619C">
            <w:pPr>
              <w:ind w:right="-110"/>
              <w:jc w:val="center"/>
              <w:rPr>
                <w:sz w:val="16"/>
              </w:rPr>
            </w:pPr>
          </w:p>
        </w:tc>
      </w:tr>
      <w:tr w:rsidR="00876684" w:rsidRPr="005557BB" w14:paraId="35D7E24F" w14:textId="77777777" w:rsidTr="00C71EBD">
        <w:trPr>
          <w:trHeight w:val="57"/>
        </w:trPr>
        <w:tc>
          <w:tcPr>
            <w:tcW w:w="5414" w:type="dxa"/>
            <w:gridSpan w:val="4"/>
          </w:tcPr>
          <w:p w14:paraId="1F0EC703" w14:textId="77777777" w:rsidR="00876684" w:rsidRPr="005557BB" w:rsidRDefault="00876684" w:rsidP="0062619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______________ № ______________</w:t>
            </w:r>
          </w:p>
        </w:tc>
        <w:tc>
          <w:tcPr>
            <w:tcW w:w="5008" w:type="dxa"/>
            <w:gridSpan w:val="3"/>
            <w:vMerge w:val="restart"/>
            <w:vAlign w:val="center"/>
          </w:tcPr>
          <w:p w14:paraId="4DE8467E" w14:textId="77777777" w:rsidR="00FE559C" w:rsidRDefault="0039785C" w:rsidP="0039785C">
            <w:pPr>
              <w:spacing w:line="276" w:lineRule="auto"/>
              <w:ind w:left="5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Главам </w:t>
            </w:r>
          </w:p>
          <w:p w14:paraId="498A1A43" w14:textId="680CCB83" w:rsidR="0027259D" w:rsidRDefault="0039785C" w:rsidP="0039785C">
            <w:pPr>
              <w:spacing w:line="276" w:lineRule="auto"/>
              <w:ind w:left="5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муниципальных образований Республики Татарстан</w:t>
            </w:r>
          </w:p>
          <w:p w14:paraId="3FBFA2DE" w14:textId="521E659D" w:rsidR="0039785C" w:rsidRPr="005557BB" w:rsidRDefault="0039785C" w:rsidP="0039785C">
            <w:pPr>
              <w:spacing w:line="276" w:lineRule="auto"/>
              <w:contextualSpacing/>
              <w:rPr>
                <w:sz w:val="28"/>
                <w:szCs w:val="28"/>
              </w:rPr>
            </w:pPr>
          </w:p>
        </w:tc>
      </w:tr>
      <w:tr w:rsidR="00876684" w:rsidRPr="005557BB" w14:paraId="4CC58E9A" w14:textId="77777777" w:rsidTr="00C71EBD">
        <w:trPr>
          <w:trHeight w:val="72"/>
        </w:trPr>
        <w:tc>
          <w:tcPr>
            <w:tcW w:w="5414" w:type="dxa"/>
            <w:gridSpan w:val="4"/>
          </w:tcPr>
          <w:p w14:paraId="3611CB5D" w14:textId="77777777" w:rsidR="00876684" w:rsidRDefault="00876684" w:rsidP="0062619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557BB">
              <w:rPr>
                <w:sz w:val="28"/>
                <w:szCs w:val="28"/>
              </w:rPr>
              <w:t>На № __________________________</w:t>
            </w:r>
          </w:p>
          <w:p w14:paraId="63B38061" w14:textId="77777777" w:rsidR="00680B6B" w:rsidRDefault="00680B6B" w:rsidP="0062619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78510205" w14:textId="77777777" w:rsidR="00680B6B" w:rsidRDefault="00680B6B" w:rsidP="0062619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14:paraId="56C77286" w14:textId="77777777" w:rsidR="00680B6B" w:rsidRPr="00680B6B" w:rsidRDefault="00680B6B" w:rsidP="0062619C">
            <w:pPr>
              <w:spacing w:line="276" w:lineRule="auto"/>
              <w:jc w:val="both"/>
              <w:rPr>
                <w:szCs w:val="28"/>
              </w:rPr>
            </w:pPr>
          </w:p>
        </w:tc>
        <w:tc>
          <w:tcPr>
            <w:tcW w:w="5008" w:type="dxa"/>
            <w:gridSpan w:val="3"/>
            <w:vMerge/>
          </w:tcPr>
          <w:p w14:paraId="3C81707F" w14:textId="77777777" w:rsidR="00876684" w:rsidRPr="005557BB" w:rsidRDefault="00876684" w:rsidP="0062619C">
            <w:pPr>
              <w:spacing w:line="276" w:lineRule="auto"/>
              <w:ind w:right="-110" w:firstLine="1821"/>
              <w:rPr>
                <w:sz w:val="28"/>
                <w:szCs w:val="28"/>
              </w:rPr>
            </w:pPr>
          </w:p>
        </w:tc>
      </w:tr>
    </w:tbl>
    <w:p w14:paraId="51FC9B50" w14:textId="77777777" w:rsidR="00C71EBD" w:rsidRDefault="00C71EBD" w:rsidP="00C71EBD">
      <w:pPr>
        <w:spacing w:line="360" w:lineRule="auto"/>
        <w:jc w:val="center"/>
        <w:rPr>
          <w:b/>
          <w:bCs/>
          <w:sz w:val="28"/>
          <w:szCs w:val="28"/>
        </w:rPr>
      </w:pPr>
    </w:p>
    <w:p w14:paraId="62DF1F15" w14:textId="2ACFC95D" w:rsidR="00F75D23" w:rsidRPr="00CF3219" w:rsidRDefault="00403EAC" w:rsidP="003A4B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Уважаем</w:t>
      </w:r>
      <w:r w:rsidR="0039785C">
        <w:rPr>
          <w:b/>
          <w:bCs/>
          <w:sz w:val="28"/>
          <w:szCs w:val="28"/>
        </w:rPr>
        <w:t>ые коллеги</w:t>
      </w:r>
      <w:r w:rsidR="0027259D">
        <w:rPr>
          <w:b/>
          <w:bCs/>
          <w:sz w:val="28"/>
          <w:szCs w:val="28"/>
        </w:rPr>
        <w:t>!</w:t>
      </w:r>
    </w:p>
    <w:p w14:paraId="24B84C5C" w14:textId="77777777" w:rsidR="003C2495" w:rsidRPr="00CE5D44" w:rsidRDefault="003C2495" w:rsidP="00C75913">
      <w:pPr>
        <w:spacing w:line="276" w:lineRule="auto"/>
        <w:jc w:val="center"/>
        <w:rPr>
          <w:b/>
          <w:bCs/>
          <w:sz w:val="28"/>
          <w:szCs w:val="28"/>
        </w:rPr>
      </w:pPr>
    </w:p>
    <w:p w14:paraId="4D563632" w14:textId="3556E8C7" w:rsidR="0053363C" w:rsidRDefault="00CF3D0E" w:rsidP="00FE0B72">
      <w:pPr>
        <w:tabs>
          <w:tab w:val="left" w:pos="567"/>
          <w:tab w:val="left" w:pos="709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CF3D0E">
        <w:rPr>
          <w:sz w:val="28"/>
          <w:szCs w:val="28"/>
        </w:rPr>
        <w:t xml:space="preserve">В </w:t>
      </w:r>
      <w:r w:rsidR="007213FE">
        <w:rPr>
          <w:sz w:val="28"/>
          <w:szCs w:val="28"/>
        </w:rPr>
        <w:t>соответствии с</w:t>
      </w:r>
      <w:r w:rsidR="00487389">
        <w:rPr>
          <w:sz w:val="28"/>
          <w:szCs w:val="28"/>
        </w:rPr>
        <w:t xml:space="preserve"> письмо</w:t>
      </w:r>
      <w:r w:rsidR="007213FE">
        <w:rPr>
          <w:sz w:val="28"/>
          <w:szCs w:val="28"/>
        </w:rPr>
        <w:t>м Главного федер</w:t>
      </w:r>
      <w:r w:rsidR="00FE559C">
        <w:rPr>
          <w:sz w:val="28"/>
          <w:szCs w:val="28"/>
        </w:rPr>
        <w:t>ального инспектора по Республике</w:t>
      </w:r>
      <w:r w:rsidR="007213FE">
        <w:rPr>
          <w:sz w:val="28"/>
          <w:szCs w:val="28"/>
        </w:rPr>
        <w:t xml:space="preserve"> Татарстан </w:t>
      </w:r>
      <w:proofErr w:type="spellStart"/>
      <w:r w:rsidR="007213FE">
        <w:rPr>
          <w:sz w:val="28"/>
          <w:szCs w:val="28"/>
        </w:rPr>
        <w:t>В.Н.Демидова</w:t>
      </w:r>
      <w:proofErr w:type="spellEnd"/>
      <w:r w:rsidR="007213FE">
        <w:rPr>
          <w:sz w:val="28"/>
          <w:szCs w:val="28"/>
        </w:rPr>
        <w:t xml:space="preserve"> о</w:t>
      </w:r>
      <w:r w:rsidRPr="00CF3D0E">
        <w:rPr>
          <w:sz w:val="28"/>
          <w:szCs w:val="28"/>
        </w:rPr>
        <w:t xml:space="preserve">т </w:t>
      </w:r>
      <w:r w:rsidR="0039785C" w:rsidRPr="0039785C">
        <w:rPr>
          <w:sz w:val="28"/>
          <w:szCs w:val="28"/>
        </w:rPr>
        <w:t>22.02.2024</w:t>
      </w:r>
      <w:r w:rsidR="0039785C">
        <w:rPr>
          <w:sz w:val="28"/>
          <w:szCs w:val="28"/>
        </w:rPr>
        <w:t xml:space="preserve"> </w:t>
      </w:r>
      <w:r w:rsidRPr="00CF3D0E">
        <w:rPr>
          <w:sz w:val="28"/>
          <w:szCs w:val="28"/>
        </w:rPr>
        <w:t>№</w:t>
      </w:r>
      <w:r w:rsidR="0039785C" w:rsidRPr="0039785C">
        <w:rPr>
          <w:sz w:val="28"/>
          <w:szCs w:val="28"/>
        </w:rPr>
        <w:t>А53-4-361</w:t>
      </w:r>
      <w:r w:rsidR="007213FE">
        <w:rPr>
          <w:sz w:val="28"/>
          <w:szCs w:val="28"/>
        </w:rPr>
        <w:t xml:space="preserve"> сообщаем что в 202</w:t>
      </w:r>
      <w:r w:rsidR="0039785C">
        <w:rPr>
          <w:sz w:val="28"/>
          <w:szCs w:val="28"/>
        </w:rPr>
        <w:t>4</w:t>
      </w:r>
      <w:r w:rsidR="007213FE">
        <w:rPr>
          <w:sz w:val="28"/>
          <w:szCs w:val="28"/>
        </w:rPr>
        <w:t xml:space="preserve"> году продолжается реализация общественного проекта – Фестиваль </w:t>
      </w:r>
      <w:r w:rsidR="0039785C">
        <w:rPr>
          <w:sz w:val="28"/>
          <w:szCs w:val="28"/>
        </w:rPr>
        <w:t>уличного искусства</w:t>
      </w:r>
      <w:r w:rsidR="007213FE">
        <w:rPr>
          <w:sz w:val="28"/>
          <w:szCs w:val="28"/>
        </w:rPr>
        <w:t xml:space="preserve"> Приволжского федерального округа «</w:t>
      </w:r>
      <w:proofErr w:type="spellStart"/>
      <w:r w:rsidR="007213FE">
        <w:rPr>
          <w:sz w:val="28"/>
          <w:szCs w:val="28"/>
        </w:rPr>
        <w:t>ФормАрт</w:t>
      </w:r>
      <w:proofErr w:type="spellEnd"/>
      <w:r w:rsidR="007213FE">
        <w:rPr>
          <w:sz w:val="28"/>
          <w:szCs w:val="28"/>
        </w:rPr>
        <w:t>» (далее – Фестиваль).</w:t>
      </w:r>
    </w:p>
    <w:p w14:paraId="70482456" w14:textId="5AC6E587" w:rsidR="007213FE" w:rsidRDefault="007213FE" w:rsidP="00FE0B72">
      <w:pPr>
        <w:tabs>
          <w:tab w:val="left" w:pos="567"/>
          <w:tab w:val="left" w:pos="709"/>
        </w:tabs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Фестиваль проводится в целях развития уличного искусства, поддержки творчества молодых </w:t>
      </w:r>
      <w:r w:rsidR="00847A38">
        <w:rPr>
          <w:sz w:val="28"/>
          <w:szCs w:val="28"/>
        </w:rPr>
        <w:t>художников и привлечения их к созданию комфортной современной городской среды, благоустройству и художественному оформлению населенных пунктов.</w:t>
      </w:r>
    </w:p>
    <w:p w14:paraId="1B6061C2" w14:textId="256937BD" w:rsidR="00847A38" w:rsidRDefault="00FE559C" w:rsidP="00FE0B72">
      <w:pPr>
        <w:tabs>
          <w:tab w:val="left" w:pos="567"/>
          <w:tab w:val="left" w:pos="709"/>
        </w:tabs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Организаторами Ф</w:t>
      </w:r>
      <w:r w:rsidR="00847A38">
        <w:rPr>
          <w:sz w:val="28"/>
          <w:szCs w:val="28"/>
        </w:rPr>
        <w:t>естиваля являются аппарат полномочного представителя Президента Российской Федерации в Приволжском федеральном округе, НКО «Фонд содействия развитию институтов гражданского общества в Приволжском федеральном округе», правительство Кировской области, органы исполнительной власти субъектов Российской Федерации, расположенных в пределах Приволжского федерального округа.</w:t>
      </w:r>
    </w:p>
    <w:p w14:paraId="0C9D1840" w14:textId="39256365" w:rsidR="00847A38" w:rsidRDefault="00847A38" w:rsidP="0039785C">
      <w:pPr>
        <w:tabs>
          <w:tab w:val="left" w:pos="567"/>
          <w:tab w:val="left" w:pos="709"/>
        </w:tabs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вышеизложенное, просим Вас </w:t>
      </w:r>
      <w:r w:rsidR="0039785C">
        <w:rPr>
          <w:sz w:val="28"/>
          <w:szCs w:val="28"/>
        </w:rPr>
        <w:t>оказать содействие</w:t>
      </w:r>
      <w:r w:rsidR="0039785C" w:rsidRPr="0039785C">
        <w:t xml:space="preserve"> </w:t>
      </w:r>
      <w:r w:rsidR="0039785C">
        <w:br/>
      </w:r>
      <w:r w:rsidR="0039785C">
        <w:rPr>
          <w:sz w:val="28"/>
          <w:szCs w:val="28"/>
        </w:rPr>
        <w:t xml:space="preserve">и </w:t>
      </w:r>
      <w:r w:rsidR="0039785C" w:rsidRPr="0039785C">
        <w:rPr>
          <w:sz w:val="28"/>
          <w:szCs w:val="28"/>
        </w:rPr>
        <w:t xml:space="preserve">проинформировать образовательные и общественные организации Вашего муниципального образования, разместить информацию о </w:t>
      </w:r>
      <w:r w:rsidR="0039785C">
        <w:rPr>
          <w:sz w:val="28"/>
          <w:szCs w:val="28"/>
        </w:rPr>
        <w:t>Фестивале</w:t>
      </w:r>
      <w:r w:rsidR="0039785C" w:rsidRPr="0039785C">
        <w:rPr>
          <w:sz w:val="28"/>
          <w:szCs w:val="28"/>
        </w:rPr>
        <w:t xml:space="preserve"> на официальном сайте муниципалитета</w:t>
      </w:r>
      <w:r w:rsidR="0039785C">
        <w:rPr>
          <w:sz w:val="28"/>
          <w:szCs w:val="28"/>
        </w:rPr>
        <w:t>.</w:t>
      </w:r>
    </w:p>
    <w:p w14:paraId="6A62DC86" w14:textId="5002EC7D" w:rsidR="0039785C" w:rsidRPr="0039785C" w:rsidRDefault="00FE559C" w:rsidP="0039785C">
      <w:pPr>
        <w:tabs>
          <w:tab w:val="left" w:pos="567"/>
          <w:tab w:val="left" w:pos="709"/>
        </w:tabs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3 л. в 1</w:t>
      </w:r>
      <w:bookmarkStart w:id="0" w:name="_GoBack"/>
      <w:bookmarkEnd w:id="0"/>
      <w:r w:rsidR="0039785C">
        <w:rPr>
          <w:sz w:val="28"/>
          <w:szCs w:val="28"/>
        </w:rPr>
        <w:t xml:space="preserve"> экз.</w:t>
      </w:r>
    </w:p>
    <w:p w14:paraId="1CA27D40" w14:textId="77777777" w:rsidR="0039785C" w:rsidRDefault="0039785C" w:rsidP="00FE559C">
      <w:pPr>
        <w:tabs>
          <w:tab w:val="left" w:pos="567"/>
          <w:tab w:val="left" w:pos="709"/>
        </w:tabs>
        <w:spacing w:line="360" w:lineRule="auto"/>
        <w:ind w:right="-1"/>
        <w:jc w:val="both"/>
        <w:rPr>
          <w:rFonts w:eastAsia="Calibri"/>
          <w:b/>
          <w:sz w:val="28"/>
          <w:szCs w:val="28"/>
        </w:rPr>
      </w:pPr>
    </w:p>
    <w:p w14:paraId="6FB871D2" w14:textId="59F16452" w:rsidR="00587154" w:rsidRPr="00847A38" w:rsidRDefault="0039785C" w:rsidP="00847A38">
      <w:pPr>
        <w:tabs>
          <w:tab w:val="left" w:pos="567"/>
          <w:tab w:val="left" w:pos="709"/>
        </w:tabs>
        <w:ind w:right="-1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Министр                                                                                                         </w:t>
      </w:r>
      <w:proofErr w:type="spellStart"/>
      <w:r w:rsidR="00125803">
        <w:rPr>
          <w:rFonts w:eastAsia="Calibri"/>
          <w:b/>
          <w:sz w:val="28"/>
          <w:szCs w:val="28"/>
        </w:rPr>
        <w:t>Р.Н.Садыко</w:t>
      </w:r>
      <w:r w:rsidR="00847A38">
        <w:rPr>
          <w:rFonts w:eastAsia="Calibri"/>
          <w:b/>
          <w:sz w:val="28"/>
          <w:szCs w:val="28"/>
        </w:rPr>
        <w:t>в</w:t>
      </w:r>
      <w:proofErr w:type="spellEnd"/>
    </w:p>
    <w:p w14:paraId="23FA7DA0" w14:textId="69871967" w:rsidR="00587154" w:rsidRDefault="00587154" w:rsidP="00B114E1">
      <w:pPr>
        <w:tabs>
          <w:tab w:val="left" w:pos="0"/>
          <w:tab w:val="left" w:pos="426"/>
        </w:tabs>
        <w:spacing w:line="276" w:lineRule="auto"/>
        <w:outlineLvl w:val="0"/>
        <w:rPr>
          <w:rFonts w:eastAsia="Calibri"/>
          <w:sz w:val="28"/>
          <w:szCs w:val="28"/>
        </w:rPr>
      </w:pPr>
    </w:p>
    <w:p w14:paraId="7EE678C7" w14:textId="77777777" w:rsidR="00125803" w:rsidRDefault="00125803" w:rsidP="00B114E1">
      <w:pPr>
        <w:tabs>
          <w:tab w:val="left" w:pos="0"/>
          <w:tab w:val="left" w:pos="426"/>
        </w:tabs>
        <w:spacing w:line="276" w:lineRule="auto"/>
        <w:outlineLvl w:val="0"/>
        <w:rPr>
          <w:rFonts w:eastAsia="Calibri"/>
          <w:sz w:val="28"/>
          <w:szCs w:val="28"/>
        </w:rPr>
      </w:pPr>
    </w:p>
    <w:sectPr w:rsidR="00125803" w:rsidSect="00097A41">
      <w:footerReference w:type="default" r:id="rId9"/>
      <w:footerReference w:type="first" r:id="rId10"/>
      <w:pgSz w:w="11906" w:h="16838" w:code="9"/>
      <w:pgMar w:top="1134" w:right="567" w:bottom="1134" w:left="1134" w:header="709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A9A2F" w14:textId="77777777" w:rsidR="00A4483D" w:rsidRDefault="00A4483D">
      <w:r>
        <w:separator/>
      </w:r>
    </w:p>
  </w:endnote>
  <w:endnote w:type="continuationSeparator" w:id="0">
    <w:p w14:paraId="2074F9F6" w14:textId="77777777" w:rsidR="00A4483D" w:rsidRDefault="00A4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72A26" w14:textId="77777777" w:rsidR="00847A38" w:rsidRPr="00487389" w:rsidRDefault="00847A38" w:rsidP="00847A38">
    <w:pPr>
      <w:tabs>
        <w:tab w:val="left" w:pos="0"/>
        <w:tab w:val="left" w:pos="426"/>
      </w:tabs>
      <w:spacing w:line="276" w:lineRule="auto"/>
      <w:outlineLvl w:val="0"/>
      <w:rPr>
        <w:rFonts w:eastAsia="Calibri"/>
        <w:sz w:val="22"/>
        <w:szCs w:val="22"/>
      </w:rPr>
    </w:pPr>
    <w:proofErr w:type="spellStart"/>
    <w:r w:rsidRPr="00487389">
      <w:rPr>
        <w:rFonts w:eastAsia="Calibri"/>
        <w:sz w:val="22"/>
        <w:szCs w:val="22"/>
      </w:rPr>
      <w:t>А.Е.Феофанова</w:t>
    </w:r>
    <w:proofErr w:type="spellEnd"/>
    <w:r w:rsidRPr="00487389">
      <w:rPr>
        <w:rFonts w:eastAsia="Calibri"/>
        <w:sz w:val="22"/>
        <w:szCs w:val="22"/>
      </w:rPr>
      <w:t>,</w:t>
    </w:r>
  </w:p>
  <w:p w14:paraId="0153E155" w14:textId="0A7618E3" w:rsidR="00BD1169" w:rsidRPr="00847A38" w:rsidRDefault="00847A38" w:rsidP="00BD1169">
    <w:pPr>
      <w:pStyle w:val="a4"/>
      <w:ind w:right="851"/>
      <w:jc w:val="both"/>
      <w:rPr>
        <w:rFonts w:eastAsia="Calibri"/>
        <w:sz w:val="22"/>
        <w:szCs w:val="22"/>
      </w:rPr>
    </w:pPr>
    <w:r w:rsidRPr="00487389">
      <w:rPr>
        <w:rFonts w:eastAsia="Calibri"/>
        <w:sz w:val="22"/>
        <w:szCs w:val="22"/>
      </w:rPr>
      <w:t>8 (843) 2</w:t>
    </w:r>
    <w:r>
      <w:rPr>
        <w:rFonts w:eastAsia="Calibri"/>
        <w:sz w:val="22"/>
        <w:szCs w:val="22"/>
      </w:rPr>
      <w:t>05</w:t>
    </w:r>
    <w:r w:rsidRPr="00487389">
      <w:rPr>
        <w:rFonts w:eastAsia="Calibri"/>
        <w:sz w:val="22"/>
        <w:szCs w:val="22"/>
      </w:rPr>
      <w:t>-</w:t>
    </w:r>
    <w:r>
      <w:rPr>
        <w:rFonts w:eastAsia="Calibri"/>
        <w:sz w:val="22"/>
        <w:szCs w:val="22"/>
      </w:rPr>
      <w:t>00</w:t>
    </w:r>
    <w:r w:rsidRPr="00487389">
      <w:rPr>
        <w:rFonts w:eastAsia="Calibri"/>
        <w:sz w:val="22"/>
        <w:szCs w:val="22"/>
      </w:rPr>
      <w:t>-</w:t>
    </w:r>
    <w:r>
      <w:rPr>
        <w:rFonts w:eastAsia="Calibri"/>
        <w:sz w:val="22"/>
        <w:szCs w:val="22"/>
      </w:rPr>
      <w:t>02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8029D" w14:textId="77777777" w:rsidR="00BD1169" w:rsidRDefault="00D95954" w:rsidP="00D95954">
    <w:pPr>
      <w:tabs>
        <w:tab w:val="left" w:pos="0"/>
        <w:tab w:val="left" w:pos="426"/>
      </w:tabs>
      <w:outlineLvl w:val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05326" w14:textId="77777777" w:rsidR="00A4483D" w:rsidRDefault="00A4483D">
      <w:r>
        <w:separator/>
      </w:r>
    </w:p>
  </w:footnote>
  <w:footnote w:type="continuationSeparator" w:id="0">
    <w:p w14:paraId="40978B7C" w14:textId="77777777" w:rsidR="00A4483D" w:rsidRDefault="00A44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774F9"/>
    <w:multiLevelType w:val="hybridMultilevel"/>
    <w:tmpl w:val="27F2BF18"/>
    <w:lvl w:ilvl="0" w:tplc="8CC26376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A7673"/>
    <w:multiLevelType w:val="multilevel"/>
    <w:tmpl w:val="24DA7673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EBE"/>
    <w:rsid w:val="0000400F"/>
    <w:rsid w:val="00012AF1"/>
    <w:rsid w:val="00020FE6"/>
    <w:rsid w:val="000263BF"/>
    <w:rsid w:val="000269C4"/>
    <w:rsid w:val="00041887"/>
    <w:rsid w:val="0004516B"/>
    <w:rsid w:val="00046779"/>
    <w:rsid w:val="00061E7D"/>
    <w:rsid w:val="000709E7"/>
    <w:rsid w:val="00071991"/>
    <w:rsid w:val="00084BF0"/>
    <w:rsid w:val="00087021"/>
    <w:rsid w:val="00090315"/>
    <w:rsid w:val="00097A41"/>
    <w:rsid w:val="000A603D"/>
    <w:rsid w:val="000A6DC8"/>
    <w:rsid w:val="000B1A17"/>
    <w:rsid w:val="000B32B1"/>
    <w:rsid w:val="000C3331"/>
    <w:rsid w:val="000C58CB"/>
    <w:rsid w:val="000C7120"/>
    <w:rsid w:val="000E1EED"/>
    <w:rsid w:val="000E2601"/>
    <w:rsid w:val="000E65F2"/>
    <w:rsid w:val="000F2476"/>
    <w:rsid w:val="000F2675"/>
    <w:rsid w:val="001010BB"/>
    <w:rsid w:val="0011069C"/>
    <w:rsid w:val="0012080A"/>
    <w:rsid w:val="00121267"/>
    <w:rsid w:val="00121654"/>
    <w:rsid w:val="00125803"/>
    <w:rsid w:val="00125F2A"/>
    <w:rsid w:val="00131EA3"/>
    <w:rsid w:val="00134CE4"/>
    <w:rsid w:val="00135125"/>
    <w:rsid w:val="00161C9F"/>
    <w:rsid w:val="00175543"/>
    <w:rsid w:val="00176149"/>
    <w:rsid w:val="00186271"/>
    <w:rsid w:val="00187514"/>
    <w:rsid w:val="001A0A77"/>
    <w:rsid w:val="001A3DBA"/>
    <w:rsid w:val="001A544F"/>
    <w:rsid w:val="001A560B"/>
    <w:rsid w:val="001B0D9C"/>
    <w:rsid w:val="001B56FA"/>
    <w:rsid w:val="001C1191"/>
    <w:rsid w:val="001D598C"/>
    <w:rsid w:val="001E0EAB"/>
    <w:rsid w:val="001E3484"/>
    <w:rsid w:val="001F4294"/>
    <w:rsid w:val="001F55CA"/>
    <w:rsid w:val="00204198"/>
    <w:rsid w:val="00211408"/>
    <w:rsid w:val="00242C1F"/>
    <w:rsid w:val="002433E4"/>
    <w:rsid w:val="00257E0D"/>
    <w:rsid w:val="00257FC9"/>
    <w:rsid w:val="00264316"/>
    <w:rsid w:val="00267029"/>
    <w:rsid w:val="002716C6"/>
    <w:rsid w:val="00272101"/>
    <w:rsid w:val="0027259D"/>
    <w:rsid w:val="002805C3"/>
    <w:rsid w:val="00280AA0"/>
    <w:rsid w:val="002968B0"/>
    <w:rsid w:val="002B22C5"/>
    <w:rsid w:val="002B4E67"/>
    <w:rsid w:val="002B672A"/>
    <w:rsid w:val="002C0DEC"/>
    <w:rsid w:val="002C4289"/>
    <w:rsid w:val="002C4E15"/>
    <w:rsid w:val="002D02FA"/>
    <w:rsid w:val="002D22DF"/>
    <w:rsid w:val="002E152E"/>
    <w:rsid w:val="002E54B6"/>
    <w:rsid w:val="002E78EF"/>
    <w:rsid w:val="002F1A0A"/>
    <w:rsid w:val="002F5D57"/>
    <w:rsid w:val="003020EF"/>
    <w:rsid w:val="0030645C"/>
    <w:rsid w:val="00313CE5"/>
    <w:rsid w:val="00315F9C"/>
    <w:rsid w:val="00320C0F"/>
    <w:rsid w:val="003210A0"/>
    <w:rsid w:val="0032258C"/>
    <w:rsid w:val="003239E2"/>
    <w:rsid w:val="00325544"/>
    <w:rsid w:val="00327A38"/>
    <w:rsid w:val="00331125"/>
    <w:rsid w:val="0034097D"/>
    <w:rsid w:val="00340CCE"/>
    <w:rsid w:val="00343E66"/>
    <w:rsid w:val="0034490B"/>
    <w:rsid w:val="0036098F"/>
    <w:rsid w:val="003613FD"/>
    <w:rsid w:val="0036751D"/>
    <w:rsid w:val="003750E6"/>
    <w:rsid w:val="00377A59"/>
    <w:rsid w:val="0038066A"/>
    <w:rsid w:val="00386EBE"/>
    <w:rsid w:val="0039785C"/>
    <w:rsid w:val="003A0F5C"/>
    <w:rsid w:val="003A4B87"/>
    <w:rsid w:val="003A5BBC"/>
    <w:rsid w:val="003B0FC6"/>
    <w:rsid w:val="003B1E7D"/>
    <w:rsid w:val="003B2CE4"/>
    <w:rsid w:val="003B5746"/>
    <w:rsid w:val="003C2495"/>
    <w:rsid w:val="003C5D22"/>
    <w:rsid w:val="003D20C5"/>
    <w:rsid w:val="003D224F"/>
    <w:rsid w:val="003D2EEB"/>
    <w:rsid w:val="003D320F"/>
    <w:rsid w:val="003E2074"/>
    <w:rsid w:val="003E4DF6"/>
    <w:rsid w:val="003F4568"/>
    <w:rsid w:val="003F6194"/>
    <w:rsid w:val="003F67A7"/>
    <w:rsid w:val="00403B26"/>
    <w:rsid w:val="00403EAC"/>
    <w:rsid w:val="004040B2"/>
    <w:rsid w:val="00404A73"/>
    <w:rsid w:val="0041200B"/>
    <w:rsid w:val="00414DF7"/>
    <w:rsid w:val="00415CD9"/>
    <w:rsid w:val="00437E63"/>
    <w:rsid w:val="004573AD"/>
    <w:rsid w:val="00465CDD"/>
    <w:rsid w:val="00472FF5"/>
    <w:rsid w:val="00474F17"/>
    <w:rsid w:val="00487389"/>
    <w:rsid w:val="004A04FD"/>
    <w:rsid w:val="004A0B8D"/>
    <w:rsid w:val="004A0C79"/>
    <w:rsid w:val="004A0CAA"/>
    <w:rsid w:val="004A1558"/>
    <w:rsid w:val="004B09B6"/>
    <w:rsid w:val="004C0269"/>
    <w:rsid w:val="004C19AA"/>
    <w:rsid w:val="004D04AE"/>
    <w:rsid w:val="004D532F"/>
    <w:rsid w:val="004E1B04"/>
    <w:rsid w:val="004E7C75"/>
    <w:rsid w:val="004F30F7"/>
    <w:rsid w:val="00501AF6"/>
    <w:rsid w:val="0050641D"/>
    <w:rsid w:val="00506842"/>
    <w:rsid w:val="00513C95"/>
    <w:rsid w:val="005172F3"/>
    <w:rsid w:val="00526A80"/>
    <w:rsid w:val="00531658"/>
    <w:rsid w:val="0053363C"/>
    <w:rsid w:val="0053613D"/>
    <w:rsid w:val="005410CD"/>
    <w:rsid w:val="00545D4A"/>
    <w:rsid w:val="005475FD"/>
    <w:rsid w:val="005557BB"/>
    <w:rsid w:val="00565BCB"/>
    <w:rsid w:val="00570CA9"/>
    <w:rsid w:val="005723AD"/>
    <w:rsid w:val="00575535"/>
    <w:rsid w:val="00586021"/>
    <w:rsid w:val="00587154"/>
    <w:rsid w:val="0059094D"/>
    <w:rsid w:val="00594755"/>
    <w:rsid w:val="005A19AC"/>
    <w:rsid w:val="005A3203"/>
    <w:rsid w:val="005B7F98"/>
    <w:rsid w:val="005C1462"/>
    <w:rsid w:val="005C35F2"/>
    <w:rsid w:val="005E4DAD"/>
    <w:rsid w:val="005E5392"/>
    <w:rsid w:val="005E61B1"/>
    <w:rsid w:val="005F0C74"/>
    <w:rsid w:val="005F1BEC"/>
    <w:rsid w:val="005F6681"/>
    <w:rsid w:val="005F7E0D"/>
    <w:rsid w:val="00600909"/>
    <w:rsid w:val="00612FDE"/>
    <w:rsid w:val="00614BF3"/>
    <w:rsid w:val="0062619C"/>
    <w:rsid w:val="00645A72"/>
    <w:rsid w:val="0064679D"/>
    <w:rsid w:val="00651FA5"/>
    <w:rsid w:val="006720B9"/>
    <w:rsid w:val="00672733"/>
    <w:rsid w:val="00672E52"/>
    <w:rsid w:val="0067583B"/>
    <w:rsid w:val="00680B6B"/>
    <w:rsid w:val="00682C83"/>
    <w:rsid w:val="00683C03"/>
    <w:rsid w:val="00685E65"/>
    <w:rsid w:val="00686243"/>
    <w:rsid w:val="0068640D"/>
    <w:rsid w:val="00697349"/>
    <w:rsid w:val="0069744D"/>
    <w:rsid w:val="006A1147"/>
    <w:rsid w:val="006A40F5"/>
    <w:rsid w:val="006C45F3"/>
    <w:rsid w:val="006C643B"/>
    <w:rsid w:val="006D1E00"/>
    <w:rsid w:val="006D4FDC"/>
    <w:rsid w:val="006D609F"/>
    <w:rsid w:val="006D61A9"/>
    <w:rsid w:val="006F6303"/>
    <w:rsid w:val="0070238A"/>
    <w:rsid w:val="00716AA8"/>
    <w:rsid w:val="007213FE"/>
    <w:rsid w:val="00727A1B"/>
    <w:rsid w:val="00727C64"/>
    <w:rsid w:val="007372F5"/>
    <w:rsid w:val="0074646C"/>
    <w:rsid w:val="007466AA"/>
    <w:rsid w:val="007474CA"/>
    <w:rsid w:val="007508F4"/>
    <w:rsid w:val="007656C1"/>
    <w:rsid w:val="00770A3C"/>
    <w:rsid w:val="00787C88"/>
    <w:rsid w:val="00792170"/>
    <w:rsid w:val="00792C82"/>
    <w:rsid w:val="00793AB7"/>
    <w:rsid w:val="007A1F97"/>
    <w:rsid w:val="007B644E"/>
    <w:rsid w:val="007B6480"/>
    <w:rsid w:val="007B7DE8"/>
    <w:rsid w:val="007D0F5E"/>
    <w:rsid w:val="007D40CE"/>
    <w:rsid w:val="007D6E46"/>
    <w:rsid w:val="007E24BE"/>
    <w:rsid w:val="007E3DE1"/>
    <w:rsid w:val="007F09A9"/>
    <w:rsid w:val="007F0E42"/>
    <w:rsid w:val="007F4399"/>
    <w:rsid w:val="007F5FE3"/>
    <w:rsid w:val="0080139F"/>
    <w:rsid w:val="0080450E"/>
    <w:rsid w:val="008070FC"/>
    <w:rsid w:val="008076B1"/>
    <w:rsid w:val="0081103A"/>
    <w:rsid w:val="00811DEB"/>
    <w:rsid w:val="008156F3"/>
    <w:rsid w:val="00816AA5"/>
    <w:rsid w:val="00836777"/>
    <w:rsid w:val="00843613"/>
    <w:rsid w:val="00844EE7"/>
    <w:rsid w:val="00845CE9"/>
    <w:rsid w:val="00847221"/>
    <w:rsid w:val="00847A38"/>
    <w:rsid w:val="00851F69"/>
    <w:rsid w:val="008540C9"/>
    <w:rsid w:val="00862470"/>
    <w:rsid w:val="0086462D"/>
    <w:rsid w:val="00876684"/>
    <w:rsid w:val="008818E7"/>
    <w:rsid w:val="008877A2"/>
    <w:rsid w:val="00895261"/>
    <w:rsid w:val="008A221E"/>
    <w:rsid w:val="008A7A68"/>
    <w:rsid w:val="008B3578"/>
    <w:rsid w:val="008C7B60"/>
    <w:rsid w:val="008F274C"/>
    <w:rsid w:val="008F2B9E"/>
    <w:rsid w:val="009019A6"/>
    <w:rsid w:val="00905F98"/>
    <w:rsid w:val="00906051"/>
    <w:rsid w:val="00912626"/>
    <w:rsid w:val="00913F8B"/>
    <w:rsid w:val="00920836"/>
    <w:rsid w:val="00933AED"/>
    <w:rsid w:val="009511BD"/>
    <w:rsid w:val="009512BA"/>
    <w:rsid w:val="0095347E"/>
    <w:rsid w:val="009550BD"/>
    <w:rsid w:val="00955C56"/>
    <w:rsid w:val="009569F4"/>
    <w:rsid w:val="0096368A"/>
    <w:rsid w:val="00964FEF"/>
    <w:rsid w:val="0097032F"/>
    <w:rsid w:val="009704ED"/>
    <w:rsid w:val="00973EF9"/>
    <w:rsid w:val="009825E4"/>
    <w:rsid w:val="00983577"/>
    <w:rsid w:val="00984E12"/>
    <w:rsid w:val="00987632"/>
    <w:rsid w:val="009A0A73"/>
    <w:rsid w:val="009A7BCD"/>
    <w:rsid w:val="009B3D82"/>
    <w:rsid w:val="009B5E83"/>
    <w:rsid w:val="009C0049"/>
    <w:rsid w:val="009C132F"/>
    <w:rsid w:val="009E77FE"/>
    <w:rsid w:val="009F64B2"/>
    <w:rsid w:val="00A063F7"/>
    <w:rsid w:val="00A06648"/>
    <w:rsid w:val="00A1022D"/>
    <w:rsid w:val="00A11483"/>
    <w:rsid w:val="00A12DCA"/>
    <w:rsid w:val="00A14958"/>
    <w:rsid w:val="00A17E00"/>
    <w:rsid w:val="00A21BCC"/>
    <w:rsid w:val="00A32C9E"/>
    <w:rsid w:val="00A33E50"/>
    <w:rsid w:val="00A35E54"/>
    <w:rsid w:val="00A37E90"/>
    <w:rsid w:val="00A40DF0"/>
    <w:rsid w:val="00A4483D"/>
    <w:rsid w:val="00A46818"/>
    <w:rsid w:val="00A51D48"/>
    <w:rsid w:val="00A5329E"/>
    <w:rsid w:val="00A554E7"/>
    <w:rsid w:val="00A571B0"/>
    <w:rsid w:val="00A62930"/>
    <w:rsid w:val="00A63834"/>
    <w:rsid w:val="00A70C16"/>
    <w:rsid w:val="00A72528"/>
    <w:rsid w:val="00A832C6"/>
    <w:rsid w:val="00A92446"/>
    <w:rsid w:val="00A94F29"/>
    <w:rsid w:val="00A95D68"/>
    <w:rsid w:val="00A95F64"/>
    <w:rsid w:val="00AA0D71"/>
    <w:rsid w:val="00AA7101"/>
    <w:rsid w:val="00AB0471"/>
    <w:rsid w:val="00AB56A9"/>
    <w:rsid w:val="00AB5D2B"/>
    <w:rsid w:val="00AC7893"/>
    <w:rsid w:val="00AE3B1C"/>
    <w:rsid w:val="00AE5E0D"/>
    <w:rsid w:val="00AE7275"/>
    <w:rsid w:val="00AF1606"/>
    <w:rsid w:val="00B00B47"/>
    <w:rsid w:val="00B00F53"/>
    <w:rsid w:val="00B01520"/>
    <w:rsid w:val="00B02613"/>
    <w:rsid w:val="00B114E1"/>
    <w:rsid w:val="00B114FE"/>
    <w:rsid w:val="00B117BD"/>
    <w:rsid w:val="00B15297"/>
    <w:rsid w:val="00B200F9"/>
    <w:rsid w:val="00B2303D"/>
    <w:rsid w:val="00B30829"/>
    <w:rsid w:val="00B36587"/>
    <w:rsid w:val="00B462E2"/>
    <w:rsid w:val="00B46D13"/>
    <w:rsid w:val="00B55701"/>
    <w:rsid w:val="00B5726C"/>
    <w:rsid w:val="00B61ECD"/>
    <w:rsid w:val="00B80349"/>
    <w:rsid w:val="00B9557B"/>
    <w:rsid w:val="00BA15E2"/>
    <w:rsid w:val="00BA65D3"/>
    <w:rsid w:val="00BB1F3A"/>
    <w:rsid w:val="00BB7711"/>
    <w:rsid w:val="00BC1EE0"/>
    <w:rsid w:val="00BD1169"/>
    <w:rsid w:val="00BE2097"/>
    <w:rsid w:val="00BF63AF"/>
    <w:rsid w:val="00C00014"/>
    <w:rsid w:val="00C02EB5"/>
    <w:rsid w:val="00C0312A"/>
    <w:rsid w:val="00C0523D"/>
    <w:rsid w:val="00C11054"/>
    <w:rsid w:val="00C14B00"/>
    <w:rsid w:val="00C16668"/>
    <w:rsid w:val="00C16E7C"/>
    <w:rsid w:val="00C21898"/>
    <w:rsid w:val="00C47343"/>
    <w:rsid w:val="00C56573"/>
    <w:rsid w:val="00C60E4B"/>
    <w:rsid w:val="00C64724"/>
    <w:rsid w:val="00C71EBD"/>
    <w:rsid w:val="00C75913"/>
    <w:rsid w:val="00C77932"/>
    <w:rsid w:val="00C80726"/>
    <w:rsid w:val="00C8499B"/>
    <w:rsid w:val="00CB5523"/>
    <w:rsid w:val="00CB5E02"/>
    <w:rsid w:val="00CC5851"/>
    <w:rsid w:val="00CD6922"/>
    <w:rsid w:val="00CE5D44"/>
    <w:rsid w:val="00CF3219"/>
    <w:rsid w:val="00CF384C"/>
    <w:rsid w:val="00CF3D0E"/>
    <w:rsid w:val="00CF4E41"/>
    <w:rsid w:val="00CF5992"/>
    <w:rsid w:val="00D06D45"/>
    <w:rsid w:val="00D119B6"/>
    <w:rsid w:val="00D154B4"/>
    <w:rsid w:val="00D15D50"/>
    <w:rsid w:val="00D26288"/>
    <w:rsid w:val="00D33F59"/>
    <w:rsid w:val="00D37FEC"/>
    <w:rsid w:val="00D435B5"/>
    <w:rsid w:val="00D445EB"/>
    <w:rsid w:val="00D50441"/>
    <w:rsid w:val="00D5249C"/>
    <w:rsid w:val="00D61A2A"/>
    <w:rsid w:val="00D642F3"/>
    <w:rsid w:val="00D75828"/>
    <w:rsid w:val="00D87E47"/>
    <w:rsid w:val="00D934A9"/>
    <w:rsid w:val="00D95954"/>
    <w:rsid w:val="00D95C72"/>
    <w:rsid w:val="00DA013E"/>
    <w:rsid w:val="00DA493D"/>
    <w:rsid w:val="00DB540F"/>
    <w:rsid w:val="00DC6A90"/>
    <w:rsid w:val="00DD2E11"/>
    <w:rsid w:val="00DD623C"/>
    <w:rsid w:val="00DD7902"/>
    <w:rsid w:val="00DE370B"/>
    <w:rsid w:val="00DE50AE"/>
    <w:rsid w:val="00DE68D6"/>
    <w:rsid w:val="00DF442C"/>
    <w:rsid w:val="00E060A4"/>
    <w:rsid w:val="00E071A2"/>
    <w:rsid w:val="00E13804"/>
    <w:rsid w:val="00E13873"/>
    <w:rsid w:val="00E25679"/>
    <w:rsid w:val="00E27350"/>
    <w:rsid w:val="00E3006D"/>
    <w:rsid w:val="00E4544E"/>
    <w:rsid w:val="00E46F17"/>
    <w:rsid w:val="00E56731"/>
    <w:rsid w:val="00E60B77"/>
    <w:rsid w:val="00E62659"/>
    <w:rsid w:val="00E76672"/>
    <w:rsid w:val="00E77B7F"/>
    <w:rsid w:val="00E81D6E"/>
    <w:rsid w:val="00E82228"/>
    <w:rsid w:val="00E9089B"/>
    <w:rsid w:val="00E90F0C"/>
    <w:rsid w:val="00E91D47"/>
    <w:rsid w:val="00E93782"/>
    <w:rsid w:val="00E96650"/>
    <w:rsid w:val="00EA4BA6"/>
    <w:rsid w:val="00EB211F"/>
    <w:rsid w:val="00EB6191"/>
    <w:rsid w:val="00EB7A76"/>
    <w:rsid w:val="00EC6226"/>
    <w:rsid w:val="00ED0A13"/>
    <w:rsid w:val="00EE0429"/>
    <w:rsid w:val="00EE289D"/>
    <w:rsid w:val="00EF363C"/>
    <w:rsid w:val="00F012EB"/>
    <w:rsid w:val="00F154FE"/>
    <w:rsid w:val="00F20C28"/>
    <w:rsid w:val="00F43D31"/>
    <w:rsid w:val="00F549FA"/>
    <w:rsid w:val="00F61388"/>
    <w:rsid w:val="00F720B4"/>
    <w:rsid w:val="00F75D23"/>
    <w:rsid w:val="00F75D89"/>
    <w:rsid w:val="00F76DF5"/>
    <w:rsid w:val="00F81DEA"/>
    <w:rsid w:val="00F821BA"/>
    <w:rsid w:val="00F93EDA"/>
    <w:rsid w:val="00F954F9"/>
    <w:rsid w:val="00F97044"/>
    <w:rsid w:val="00FB61C0"/>
    <w:rsid w:val="00FD0041"/>
    <w:rsid w:val="00FE0B72"/>
    <w:rsid w:val="00FE1735"/>
    <w:rsid w:val="00FE559C"/>
    <w:rsid w:val="00FF18C7"/>
    <w:rsid w:val="00FF3236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E35754"/>
  <w15:docId w15:val="{B62E131F-BEBD-4D15-A3AB-783698B0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36587"/>
    <w:pPr>
      <w:keepNext/>
      <w:ind w:left="5760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731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E56731"/>
    <w:pPr>
      <w:tabs>
        <w:tab w:val="center" w:pos="4677"/>
        <w:tab w:val="right" w:pos="9355"/>
      </w:tabs>
    </w:pPr>
  </w:style>
  <w:style w:type="table" w:styleId="a6">
    <w:name w:val="Table Grid"/>
    <w:basedOn w:val="a1"/>
    <w:uiPriority w:val="59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DE370B"/>
    <w:rPr>
      <w:color w:val="0000FF"/>
      <w:u w:val="single"/>
    </w:rPr>
  </w:style>
  <w:style w:type="paragraph" w:styleId="a8">
    <w:name w:val="Balloon Text"/>
    <w:basedOn w:val="a"/>
    <w:semiHidden/>
    <w:rsid w:val="00BF63AF"/>
    <w:rPr>
      <w:rFonts w:ascii="Tahoma" w:hAnsi="Tahoma" w:cs="Tahoma"/>
      <w:sz w:val="16"/>
      <w:szCs w:val="16"/>
    </w:rPr>
  </w:style>
  <w:style w:type="character" w:customStyle="1" w:styleId="a9">
    <w:name w:val="Основной текст Знак"/>
    <w:link w:val="aa"/>
    <w:locked/>
    <w:rsid w:val="00386EBE"/>
    <w:rPr>
      <w:sz w:val="28"/>
      <w:szCs w:val="28"/>
      <w:shd w:val="clear" w:color="auto" w:fill="FFFFFF"/>
      <w:lang w:bidi="ar-SA"/>
    </w:rPr>
  </w:style>
  <w:style w:type="paragraph" w:styleId="aa">
    <w:name w:val="Body Text"/>
    <w:basedOn w:val="a"/>
    <w:link w:val="a9"/>
    <w:rsid w:val="00386EBE"/>
    <w:pPr>
      <w:shd w:val="clear" w:color="auto" w:fill="FFFFFF"/>
      <w:spacing w:line="326" w:lineRule="exact"/>
      <w:jc w:val="right"/>
    </w:pPr>
    <w:rPr>
      <w:sz w:val="28"/>
      <w:szCs w:val="28"/>
      <w:shd w:val="clear" w:color="auto" w:fill="FFFFFF"/>
    </w:rPr>
  </w:style>
  <w:style w:type="paragraph" w:styleId="ab">
    <w:name w:val="No Spacing"/>
    <w:basedOn w:val="a"/>
    <w:uiPriority w:val="99"/>
    <w:qFormat/>
    <w:rsid w:val="00257E0D"/>
    <w:rPr>
      <w:szCs w:val="32"/>
      <w:lang w:val="en-US" w:eastAsia="en-US" w:bidi="en-US"/>
    </w:rPr>
  </w:style>
  <w:style w:type="paragraph" w:styleId="ac">
    <w:name w:val="Body Text Indent"/>
    <w:basedOn w:val="a"/>
    <w:rsid w:val="009A0A73"/>
    <w:pPr>
      <w:spacing w:after="120"/>
      <w:ind w:left="283"/>
    </w:pPr>
  </w:style>
  <w:style w:type="character" w:customStyle="1" w:styleId="20">
    <w:name w:val="Заголовок 2 Знак"/>
    <w:basedOn w:val="a0"/>
    <w:link w:val="2"/>
    <w:rsid w:val="00B36587"/>
    <w:rPr>
      <w:b/>
      <w:bCs/>
      <w:sz w:val="28"/>
    </w:rPr>
  </w:style>
  <w:style w:type="character" w:customStyle="1" w:styleId="apple-converted-space">
    <w:name w:val="apple-converted-space"/>
    <w:basedOn w:val="a0"/>
    <w:rsid w:val="008877A2"/>
  </w:style>
  <w:style w:type="paragraph" w:styleId="ad">
    <w:name w:val="List Paragraph"/>
    <w:basedOn w:val="a"/>
    <w:uiPriority w:val="34"/>
    <w:qFormat/>
    <w:rsid w:val="00B114E1"/>
    <w:pPr>
      <w:ind w:left="720"/>
      <w:contextualSpacing/>
    </w:pPr>
  </w:style>
  <w:style w:type="character" w:styleId="ae">
    <w:name w:val="annotation reference"/>
    <w:basedOn w:val="a0"/>
    <w:semiHidden/>
    <w:unhideWhenUsed/>
    <w:rsid w:val="00AB5D2B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AB5D2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AB5D2B"/>
  </w:style>
  <w:style w:type="paragraph" w:styleId="af1">
    <w:name w:val="annotation subject"/>
    <w:basedOn w:val="af"/>
    <w:next w:val="af"/>
    <w:link w:val="af2"/>
    <w:semiHidden/>
    <w:unhideWhenUsed/>
    <w:rsid w:val="00AB5D2B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AB5D2B"/>
    <w:rPr>
      <w:b/>
      <w:bCs/>
    </w:rPr>
  </w:style>
  <w:style w:type="character" w:customStyle="1" w:styleId="a5">
    <w:name w:val="Нижний колонтитул Знак"/>
    <w:basedOn w:val="a0"/>
    <w:link w:val="a4"/>
    <w:rsid w:val="00097A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0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1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\Downloads\&#1041;&#1083;&#1072;&#1085;&#1082;&#1055;&#1080;&#1089;&#1100;&#1084;&#1072;&#1052;&#1044;&#1052;&#1057;&#1058;_&#1056;&#1058;&#1089;TAG&#1082;&#1086;&#1076;&#1086;&#108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5CA6F-9697-4238-8CFE-5D99CDEA0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БланкПисьмаМДМСТ_РТсTAGкодом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Минмолодёжи РТ-Бугрова Кадрия Рустамовна</dc:creator>
  <cp:lastModifiedBy>Диана Шайдуллина</cp:lastModifiedBy>
  <cp:revision>2</cp:revision>
  <cp:lastPrinted>2019-06-11T08:12:00Z</cp:lastPrinted>
  <dcterms:created xsi:type="dcterms:W3CDTF">2024-03-28T12:50:00Z</dcterms:created>
  <dcterms:modified xsi:type="dcterms:W3CDTF">2024-03-28T12:50:00Z</dcterms:modified>
</cp:coreProperties>
</file>